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F2" w:rsidRPr="003561F2" w:rsidRDefault="003561F2" w:rsidP="003561F2">
      <w:pPr>
        <w:shd w:val="clear" w:color="auto" w:fill="FFFFFF"/>
        <w:spacing w:before="150" w:after="450" w:line="240" w:lineRule="auto"/>
        <w:outlineLvl w:val="0"/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</w:pPr>
      <w:r w:rsidRPr="003561F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 xml:space="preserve">Кран шаровой </w:t>
      </w:r>
      <w:proofErr w:type="spellStart"/>
      <w:r w:rsidRPr="003561F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полнопроходной</w:t>
      </w:r>
      <w:proofErr w:type="spellEnd"/>
      <w:r w:rsidRPr="003561F2">
        <w:rPr>
          <w:rFonts w:ascii="Arial" w:eastAsia="Times New Roman" w:hAnsi="Arial" w:cs="Arial"/>
          <w:color w:val="000000"/>
          <w:kern w:val="36"/>
          <w:sz w:val="45"/>
          <w:szCs w:val="45"/>
          <w:lang w:eastAsia="ru-RU"/>
        </w:rPr>
        <w:t>, ручка-бабочка, В-В</w:t>
      </w:r>
    </w:p>
    <w:p w:rsidR="00CF10F6" w:rsidRDefault="003561F2">
      <w:hyperlink r:id="rId5" w:history="1">
        <w:r w:rsidRPr="00696D15">
          <w:rPr>
            <w:rStyle w:val="a3"/>
          </w:rPr>
          <w:t>https://www.proaqua.pro/catalog/armatura/sharovye-krany/sharovye-krany-novaya-konstruktsiya/kran-sharovoy-polnoprokhodnoy-ruchka-babochka-v-v616175/</w:t>
        </w:r>
      </w:hyperlink>
    </w:p>
    <w:p w:rsidR="003561F2" w:rsidRPr="003561F2" w:rsidRDefault="003561F2" w:rsidP="003561F2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Полнопроходные</w:t>
      </w:r>
      <w:proofErr w:type="spellEnd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шаровые краны PRO AQUA имеют ряд конструктивных достоинств, таких как: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Корпус крана выполнен из латуни марки CW617N;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Поверхность затворного шара покрыта хромом с последующей алмазной полировкой, что исключает преждевременный износ седельных колец;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Тефлоновые (PTFE) седельные кольца, контактирующие с шаром, выдерживают температурный режим от -25°С до +150°С;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Два уровня герметизации: кольцо "O-</w:t>
      </w:r>
      <w:proofErr w:type="spellStart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Ring</w:t>
      </w:r>
      <w:proofErr w:type="spellEnd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" из материала EPDM, </w:t>
      </w:r>
      <w:proofErr w:type="spellStart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ремонтопригодная</w:t>
      </w:r>
      <w:proofErr w:type="spellEnd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конструкция на основе толстого уплотнительного кольца из материала PTFE;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Увеличенное количество витков резьбы в месте соединения двух </w:t>
      </w:r>
      <w:proofErr w:type="spellStart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полукорпусов</w:t>
      </w:r>
      <w:proofErr w:type="spellEnd"/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крана - имеет больший запас прочности, вследствие чего увеличивается предельно-допустимый крутящий и максимальный изгибающий момент;</w:t>
      </w:r>
    </w:p>
    <w:p w:rsidR="003561F2" w:rsidRPr="003561F2" w:rsidRDefault="003561F2" w:rsidP="003561F2">
      <w:pPr>
        <w:numPr>
          <w:ilvl w:val="0"/>
          <w:numId w:val="1"/>
        </w:numPr>
        <w:shd w:val="clear" w:color="auto" w:fill="F3F3F3"/>
        <w:spacing w:before="75" w:after="75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Уникальная эргономичная ручка-бабочка, изгибы которой повторяют формы подушечек пальцев.</w:t>
      </w:r>
    </w:p>
    <w:p w:rsidR="003561F2" w:rsidRDefault="003561F2"/>
    <w:p w:rsidR="003561F2" w:rsidRPr="003561F2" w:rsidRDefault="003561F2" w:rsidP="003561F2">
      <w:pPr>
        <w:shd w:val="clear" w:color="auto" w:fill="F3F3F3"/>
        <w:spacing w:after="158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561F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Тип: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герметичности затвора: «А»;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Нормативный срок службы: 30 лет;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Минимальный ресурс: 25 000 циклов;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Диапазон диаметров условного прохода </w:t>
      </w:r>
      <w:proofErr w:type="spellStart"/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>Dу</w:t>
      </w:r>
      <w:proofErr w:type="spellEnd"/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 1/2" до 2";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Условное нормативное давление PN: от 2,5 до 4,0 МПа;</w:t>
      </w:r>
    </w:p>
    <w:p w:rsidR="003561F2" w:rsidRPr="003561F2" w:rsidRDefault="003561F2" w:rsidP="003561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Максимальная рабочая температура: до 150°С;</w:t>
      </w:r>
    </w:p>
    <w:p w:rsidR="003561F2" w:rsidRDefault="003561F2" w:rsidP="003561F2">
      <w:r w:rsidRPr="003561F2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 по типу проточной части затворного органа: </w:t>
      </w:r>
      <w:proofErr w:type="spellStart"/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полнопроходной</w:t>
      </w:r>
      <w:proofErr w:type="spellEnd"/>
      <w:r w:rsidRPr="00356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3561F2" w:rsidSect="00C63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37D8"/>
    <w:multiLevelType w:val="multilevel"/>
    <w:tmpl w:val="5546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556F2"/>
    <w:rsid w:val="000F539A"/>
    <w:rsid w:val="003561F2"/>
    <w:rsid w:val="004463D7"/>
    <w:rsid w:val="00955B1E"/>
    <w:rsid w:val="00C556F2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98B34-A336-405C-B67D-6C40B629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B4"/>
  </w:style>
  <w:style w:type="paragraph" w:styleId="1">
    <w:name w:val="heading 1"/>
    <w:basedOn w:val="a"/>
    <w:link w:val="10"/>
    <w:uiPriority w:val="9"/>
    <w:qFormat/>
    <w:rsid w:val="00356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1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561F2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6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aqua.pro/catalog/armatura/sharovye-krany/sharovye-krany-novaya-konstruktsiya/kran-sharovoy-polnoprokhodnoy-ruchka-babochka-v-v6161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732618BE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Илья Геннадьевич</dc:creator>
  <cp:keywords/>
  <dc:description/>
  <cp:lastModifiedBy>Михайлов Илья Геннадьевич</cp:lastModifiedBy>
  <cp:revision>2</cp:revision>
  <dcterms:created xsi:type="dcterms:W3CDTF">2021-06-28T12:35:00Z</dcterms:created>
  <dcterms:modified xsi:type="dcterms:W3CDTF">2021-06-28T12:36:00Z</dcterms:modified>
</cp:coreProperties>
</file>